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34B0" w14:textId="77777777" w:rsidR="007E6707" w:rsidRDefault="007E6707" w:rsidP="000F1467">
      <w:pPr>
        <w:jc w:val="center"/>
        <w:rPr>
          <w:b/>
        </w:rPr>
      </w:pPr>
    </w:p>
    <w:p w14:paraId="4AA8183B" w14:textId="77777777" w:rsidR="00203F48" w:rsidRPr="000F1467" w:rsidRDefault="007B3735" w:rsidP="000F1467">
      <w:pPr>
        <w:jc w:val="center"/>
        <w:rPr>
          <w:sz w:val="22"/>
          <w:szCs w:val="22"/>
        </w:rPr>
      </w:pPr>
      <w:r>
        <w:rPr>
          <w:b/>
        </w:rPr>
        <w:t xml:space="preserve">AKT </w:t>
      </w:r>
      <w:r w:rsidR="00203F48" w:rsidRPr="00203F48">
        <w:rPr>
          <w:b/>
        </w:rPr>
        <w:t xml:space="preserve">EHITUSOBJEKTI ÜLEANDMISE-VASTUVÕTMISE </w:t>
      </w:r>
      <w:r>
        <w:rPr>
          <w:b/>
        </w:rPr>
        <w:t>KOHTA</w:t>
      </w:r>
    </w:p>
    <w:p w14:paraId="2DB67689" w14:textId="77777777" w:rsidR="00B7657E" w:rsidRDefault="00B7657E">
      <w:pPr>
        <w:pStyle w:val="BodyText"/>
      </w:pPr>
    </w:p>
    <w:p w14:paraId="4BEE3D36" w14:textId="77777777" w:rsidR="00F750B8" w:rsidRDefault="00BE533A">
      <w:pPr>
        <w:pStyle w:val="BodyText"/>
      </w:pPr>
      <w:r>
        <w:t>Käesolev AKT koostatakse üleandmise-vastuvõtmise toimumise päeval ja allkirjastatakse Lepingu poolte täievoliliste esindajate poolt.</w:t>
      </w:r>
    </w:p>
    <w:p w14:paraId="0DAF197C" w14:textId="26E2EBF4" w:rsidR="00BC3D28" w:rsidRDefault="000B1064" w:rsidP="00BC3D28">
      <w:pPr>
        <w:pStyle w:val="BodyText"/>
        <w:jc w:val="right"/>
      </w:pPr>
      <w:r>
        <w:t>Kuupäev</w:t>
      </w:r>
      <w:r w:rsidR="0049029D">
        <w:t xml:space="preserve"> </w:t>
      </w:r>
      <w:r w:rsidR="00C72F6C">
        <w:t>30.03.2023</w:t>
      </w:r>
    </w:p>
    <w:p w14:paraId="11716DDC" w14:textId="77777777" w:rsidR="00B7657E" w:rsidRPr="00B7657E" w:rsidRDefault="00BE533A">
      <w:pPr>
        <w:pStyle w:val="BodyText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962"/>
      </w:tblGrid>
      <w:tr w:rsidR="00BE533A" w14:paraId="2339F98A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6D31541" w14:textId="4941C6BB" w:rsidR="00BE533A" w:rsidRDefault="00BE533A" w:rsidP="000B1064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b/>
                <w:sz w:val="23"/>
                <w:szCs w:val="20"/>
              </w:rPr>
            </w:pPr>
            <w:r w:rsidRPr="0086688B">
              <w:rPr>
                <w:b/>
                <w:sz w:val="23"/>
              </w:rPr>
              <w:t>Ehitusobjekt või selle osa, töövõtt või selle osa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AE30B6B" w14:textId="5ED2A7DD" w:rsidR="00BE533A" w:rsidRPr="00AC76EE" w:rsidRDefault="006F3B57">
            <w:pPr>
              <w:rPr>
                <w:b/>
                <w:bCs/>
                <w:color w:val="808080"/>
                <w:sz w:val="23"/>
                <w:szCs w:val="23"/>
              </w:rPr>
            </w:pPr>
            <w:r w:rsidRPr="00BC3BA3">
              <w:rPr>
                <w:b/>
                <w:bCs/>
                <w:color w:val="auto"/>
                <w:sz w:val="23"/>
                <w:szCs w:val="23"/>
              </w:rPr>
              <w:t>PPA Saatse piiripunkti generaatori transport ja ühendamine</w:t>
            </w:r>
          </w:p>
        </w:tc>
      </w:tr>
      <w:tr w:rsidR="0090562F" w:rsidRPr="005E2BBF" w14:paraId="1C3DD3B6" w14:textId="77777777" w:rsidTr="00F579A2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224106" w14:textId="77777777" w:rsidR="0090562F" w:rsidRPr="005E2BBF" w:rsidRDefault="0090562F" w:rsidP="00F579A2">
            <w:pPr>
              <w:rPr>
                <w:b/>
                <w:sz w:val="22"/>
                <w:szCs w:val="22"/>
              </w:rPr>
            </w:pPr>
            <w:r w:rsidRPr="005E2BBF">
              <w:rPr>
                <w:b/>
                <w:sz w:val="22"/>
                <w:szCs w:val="22"/>
                <w:lang w:val="pl-PL"/>
              </w:rPr>
              <w:t>Projekti rahastamine: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254E68" w14:textId="77777777" w:rsidR="0090562F" w:rsidRPr="005E2BBF" w:rsidRDefault="0090562F" w:rsidP="00F579A2">
            <w:pPr>
              <w:rPr>
                <w:color w:val="auto"/>
                <w:sz w:val="22"/>
                <w:szCs w:val="22"/>
              </w:rPr>
            </w:pPr>
            <w:r w:rsidRPr="005E2BBF">
              <w:rPr>
                <w:b/>
                <w:sz w:val="22"/>
                <w:szCs w:val="22"/>
                <w:lang w:val="pl-PL"/>
              </w:rPr>
              <w:t>ISFB-31 „Automaatse piirikontrolli süsteemi rajamine (Tallinna-1 ja Narva-1)“</w:t>
            </w:r>
          </w:p>
        </w:tc>
      </w:tr>
      <w:tr w:rsidR="00BE533A" w14:paraId="0D3DBCD5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26EBBE" w14:textId="77777777" w:rsidR="00BE533A" w:rsidRDefault="00F750B8" w:rsidP="00A33B50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Leping nr: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B8DE87" w14:textId="41734CBF" w:rsidR="00A33B50" w:rsidRPr="00AC76EE" w:rsidRDefault="006F3B57" w:rsidP="000B1064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AET-</w:t>
            </w:r>
            <w:r w:rsidR="00A376DF">
              <w:rPr>
                <w:b/>
                <w:bCs/>
                <w:sz w:val="23"/>
                <w:szCs w:val="23"/>
              </w:rPr>
              <w:t>6/2023-69</w:t>
            </w:r>
          </w:p>
        </w:tc>
      </w:tr>
      <w:tr w:rsidR="00A33B50" w14:paraId="6F80AECC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81FE6A" w14:textId="77777777" w:rsidR="00A33B50" w:rsidRDefault="00A33B50" w:rsidP="00A33B50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Tellija:</w:t>
            </w:r>
          </w:p>
          <w:p w14:paraId="5A09E37A" w14:textId="77777777" w:rsidR="00A33B50" w:rsidRDefault="00A33B50">
            <w:pPr>
              <w:rPr>
                <w:b/>
                <w:sz w:val="23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6305DE" w14:textId="08083C18" w:rsidR="003929AA" w:rsidRDefault="003929AA">
            <w:pPr>
              <w:rPr>
                <w:b/>
                <w:bCs/>
                <w:sz w:val="23"/>
                <w:szCs w:val="23"/>
              </w:rPr>
            </w:pPr>
            <w:r w:rsidRPr="003929AA">
              <w:rPr>
                <w:b/>
                <w:bCs/>
                <w:sz w:val="23"/>
                <w:szCs w:val="23"/>
              </w:rPr>
              <w:t xml:space="preserve">Politsei- ja Piirivalveamet, registrikood 70008747, aadress Pärnu mnt 139, 15060 Tallinn, </w:t>
            </w:r>
            <w:r w:rsidRPr="003929AA">
              <w:rPr>
                <w:sz w:val="23"/>
                <w:szCs w:val="23"/>
              </w:rPr>
              <w:t>keda volituse alusel esindab</w:t>
            </w:r>
          </w:p>
          <w:p w14:paraId="5F6B9B1C" w14:textId="77777777" w:rsidR="003929AA" w:rsidRDefault="003929AA">
            <w:pPr>
              <w:rPr>
                <w:b/>
                <w:bCs/>
                <w:sz w:val="23"/>
                <w:szCs w:val="23"/>
              </w:rPr>
            </w:pPr>
          </w:p>
          <w:p w14:paraId="48689749" w14:textId="493F1059" w:rsidR="00A33B50" w:rsidRPr="00AC76EE" w:rsidRDefault="00A33B50">
            <w:pPr>
              <w:rPr>
                <w:bCs/>
                <w:i/>
                <w:color w:val="auto"/>
                <w:sz w:val="23"/>
                <w:szCs w:val="23"/>
              </w:rPr>
            </w:pPr>
            <w:r w:rsidRPr="00AC76EE">
              <w:rPr>
                <w:b/>
                <w:bCs/>
                <w:sz w:val="23"/>
                <w:szCs w:val="23"/>
              </w:rPr>
              <w:t xml:space="preserve">Riigi Kinnisvara AS, </w:t>
            </w:r>
            <w:proofErr w:type="spellStart"/>
            <w:r w:rsidRPr="00AC76EE">
              <w:rPr>
                <w:b/>
                <w:bCs/>
                <w:sz w:val="23"/>
                <w:szCs w:val="23"/>
              </w:rPr>
              <w:t>reg</w:t>
            </w:r>
            <w:proofErr w:type="spellEnd"/>
            <w:r w:rsidRPr="00AC76EE">
              <w:rPr>
                <w:b/>
                <w:bCs/>
                <w:sz w:val="23"/>
                <w:szCs w:val="23"/>
              </w:rPr>
              <w:t xml:space="preserve"> nr </w:t>
            </w:r>
            <w:r w:rsidR="008F666F">
              <w:rPr>
                <w:b/>
                <w:bCs/>
                <w:sz w:val="23"/>
                <w:szCs w:val="23"/>
              </w:rPr>
              <w:t xml:space="preserve">10788733, </w:t>
            </w:r>
            <w:r w:rsidR="000B1064">
              <w:rPr>
                <w:b/>
                <w:bCs/>
                <w:sz w:val="23"/>
                <w:szCs w:val="23"/>
              </w:rPr>
              <w:t>Tartu mnt 85</w:t>
            </w:r>
            <w:r w:rsidR="008F666F">
              <w:rPr>
                <w:b/>
                <w:bCs/>
                <w:sz w:val="23"/>
                <w:szCs w:val="23"/>
              </w:rPr>
              <w:t>, Tallinn</w:t>
            </w:r>
          </w:p>
        </w:tc>
      </w:tr>
      <w:tr w:rsidR="00BE533A" w14:paraId="73C18963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BEBBCD" w14:textId="77777777"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Töövõtja:</w:t>
            </w:r>
          </w:p>
          <w:p w14:paraId="4E376C55" w14:textId="77777777"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D534D" w14:textId="1A3810CF" w:rsidR="00BE533A" w:rsidRPr="00AC76EE" w:rsidRDefault="00317DB0" w:rsidP="0021600C">
            <w:pPr>
              <w:pStyle w:val="Heading3"/>
              <w:rPr>
                <w:b w:val="0"/>
                <w:bCs w:val="0"/>
                <w:color w:val="auto"/>
                <w:sz w:val="23"/>
                <w:szCs w:val="23"/>
              </w:rPr>
            </w:pPr>
            <w:r w:rsidRPr="00C13129">
              <w:rPr>
                <w:color w:val="auto"/>
                <w:sz w:val="23"/>
                <w:szCs w:val="23"/>
              </w:rPr>
              <w:t>WWB Invest OÜ</w:t>
            </w:r>
            <w:r w:rsidR="00C13129">
              <w:rPr>
                <w:b w:val="0"/>
                <w:bCs w:val="0"/>
                <w:color w:val="auto"/>
                <w:sz w:val="23"/>
                <w:szCs w:val="23"/>
              </w:rPr>
              <w:t xml:space="preserve">, </w:t>
            </w:r>
            <w:r w:rsidR="00C13129" w:rsidRPr="001737F4">
              <w:rPr>
                <w:sz w:val="24"/>
                <w:szCs w:val="24"/>
              </w:rPr>
              <w:t xml:space="preserve">registrikood </w:t>
            </w:r>
            <w:r w:rsidR="00C13129" w:rsidRPr="00545268">
              <w:rPr>
                <w:sz w:val="24"/>
                <w:szCs w:val="24"/>
              </w:rPr>
              <w:t>12942138</w:t>
            </w:r>
            <w:r w:rsidR="00C13129" w:rsidRPr="001737F4">
              <w:rPr>
                <w:sz w:val="24"/>
                <w:szCs w:val="24"/>
              </w:rPr>
              <w:t xml:space="preserve">, aadress </w:t>
            </w:r>
            <w:r w:rsidR="00C13129" w:rsidRPr="00545268">
              <w:rPr>
                <w:sz w:val="24"/>
                <w:szCs w:val="24"/>
              </w:rPr>
              <w:t>Kõrveoja tn 2, Kõrveküla, Tartu vald</w:t>
            </w:r>
          </w:p>
        </w:tc>
      </w:tr>
      <w:tr w:rsidR="00BE533A" w14:paraId="2665232E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8F908B" w14:textId="1A30474C"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Toimumise koht:</w:t>
            </w:r>
          </w:p>
          <w:p w14:paraId="7CA92AFD" w14:textId="77777777"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E32DEA" w14:textId="2333323D" w:rsidR="00BE533A" w:rsidRPr="000552A3" w:rsidRDefault="00C13129" w:rsidP="655B8504">
            <w:pPr>
              <w:rPr>
                <w:i/>
                <w:iCs/>
                <w:color w:val="0000FF"/>
                <w:u w:val="single"/>
              </w:rPr>
            </w:pPr>
            <w:r w:rsidRPr="000552A3">
              <w:rPr>
                <w:color w:val="auto"/>
              </w:rPr>
              <w:t xml:space="preserve">Saatse piiripunkt </w:t>
            </w:r>
            <w:proofErr w:type="spellStart"/>
            <w:r w:rsidRPr="000552A3">
              <w:rPr>
                <w:color w:val="auto"/>
              </w:rPr>
              <w:t>Perdakus</w:t>
            </w:r>
            <w:proofErr w:type="spellEnd"/>
            <w:r w:rsidR="00087E20" w:rsidRPr="000552A3">
              <w:rPr>
                <w:color w:val="auto"/>
              </w:rPr>
              <w:t xml:space="preserve"> Piiripunkti</w:t>
            </w:r>
            <w:r w:rsidR="00087E20" w:rsidRPr="000552A3">
              <w:t xml:space="preserve">, </w:t>
            </w:r>
            <w:proofErr w:type="spellStart"/>
            <w:r w:rsidR="00087E20" w:rsidRPr="000552A3">
              <w:t>Perdaku</w:t>
            </w:r>
            <w:proofErr w:type="spellEnd"/>
            <w:r w:rsidR="00087E20" w:rsidRPr="000552A3">
              <w:t xml:space="preserve"> küla, 64017, Eesti Vabariik</w:t>
            </w:r>
          </w:p>
        </w:tc>
      </w:tr>
      <w:tr w:rsidR="0086688B" w14:paraId="4A68BA6D" w14:textId="77777777" w:rsidTr="343B70D8">
        <w:tc>
          <w:tcPr>
            <w:tcW w:w="8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0365E5" w14:textId="77777777" w:rsidR="0086688B" w:rsidRDefault="0086688B" w:rsidP="00BC3D28">
            <w:pPr>
              <w:pStyle w:val="Heading4"/>
            </w:pPr>
            <w:r>
              <w:rPr>
                <w:sz w:val="23"/>
              </w:rPr>
              <w:t>2. Osavõtjad:</w:t>
            </w:r>
          </w:p>
        </w:tc>
      </w:tr>
      <w:tr w:rsidR="00BC3D28" w14:paraId="018AA34B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C4BA95" w14:textId="77777777" w:rsidR="00BC3D28" w:rsidRDefault="00BC3D28" w:rsidP="00BC3D28">
            <w:pPr>
              <w:rPr>
                <w:sz w:val="23"/>
                <w:szCs w:val="20"/>
              </w:rPr>
            </w:pPr>
            <w:r>
              <w:rPr>
                <w:sz w:val="23"/>
              </w:rPr>
              <w:t>Tellija esindaja(d)</w:t>
            </w:r>
          </w:p>
          <w:p w14:paraId="4C36B328" w14:textId="77777777" w:rsidR="00BC3D28" w:rsidRDefault="00BC3D28" w:rsidP="00BC3D28">
            <w:pPr>
              <w:rPr>
                <w:b/>
                <w:sz w:val="23"/>
              </w:rPr>
            </w:pPr>
            <w:r>
              <w:rPr>
                <w:sz w:val="23"/>
                <w:szCs w:val="20"/>
              </w:rPr>
              <w:t>(vastuvõtja)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83D4E1" w14:textId="15F2AFEC" w:rsidR="00BC3D28" w:rsidRPr="00AC76EE" w:rsidRDefault="00551E3D">
            <w:pPr>
              <w:pStyle w:val="Footer"/>
              <w:tabs>
                <w:tab w:val="clear" w:pos="4320"/>
                <w:tab w:val="clear" w:pos="86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Karin Poolak</w:t>
            </w:r>
          </w:p>
        </w:tc>
      </w:tr>
      <w:tr w:rsidR="00BC3D28" w14:paraId="3FD8B944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A728C5" w14:textId="77777777" w:rsidR="00BC3D28" w:rsidRDefault="00BC3D28" w:rsidP="00BC3D28">
            <w:pPr>
              <w:rPr>
                <w:sz w:val="23"/>
              </w:rPr>
            </w:pPr>
            <w:r>
              <w:rPr>
                <w:sz w:val="23"/>
              </w:rPr>
              <w:t>Töövõtja esindajad</w:t>
            </w:r>
          </w:p>
          <w:p w14:paraId="2DD3F412" w14:textId="77777777" w:rsidR="00BC3D28" w:rsidRDefault="00BC3D28" w:rsidP="00BC3D28">
            <w:pPr>
              <w:rPr>
                <w:b/>
                <w:sz w:val="23"/>
              </w:rPr>
            </w:pPr>
            <w:r>
              <w:rPr>
                <w:sz w:val="23"/>
              </w:rPr>
              <w:t>(üleandja)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2F1AB7" w14:textId="77777777" w:rsidR="00BC3D28" w:rsidRDefault="00015FE2" w:rsidP="0021600C">
            <w:pPr>
              <w:pStyle w:val="Footer"/>
              <w:tabs>
                <w:tab w:val="clear" w:pos="4320"/>
                <w:tab w:val="clear" w:pos="86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Mihkel Svätski</w:t>
            </w:r>
          </w:p>
          <w:p w14:paraId="37472810" w14:textId="0CE0D33A" w:rsidR="00015FE2" w:rsidRPr="00AC76EE" w:rsidRDefault="00015FE2" w:rsidP="0021600C">
            <w:pPr>
              <w:pStyle w:val="Footer"/>
              <w:tabs>
                <w:tab w:val="clear" w:pos="4320"/>
                <w:tab w:val="clear" w:pos="86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Riho Teidla</w:t>
            </w:r>
          </w:p>
        </w:tc>
      </w:tr>
      <w:tr w:rsidR="0086688B" w14:paraId="67C1AA76" w14:textId="77777777" w:rsidTr="343B70D8">
        <w:tc>
          <w:tcPr>
            <w:tcW w:w="8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64D80F" w14:textId="77777777" w:rsidR="0086688B" w:rsidRPr="000068D7" w:rsidRDefault="0086688B">
            <w:pPr>
              <w:rPr>
                <w:i/>
                <w:color w:val="0000FF"/>
                <w:sz w:val="21"/>
                <w:szCs w:val="20"/>
                <w:u w:val="single"/>
              </w:rPr>
            </w:pPr>
            <w:r>
              <w:rPr>
                <w:b/>
                <w:sz w:val="23"/>
              </w:rPr>
              <w:t>3.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Tööde teostamise aeg:</w:t>
            </w:r>
          </w:p>
        </w:tc>
      </w:tr>
      <w:tr w:rsidR="0086688B" w14:paraId="10E49012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B56A2E" w14:textId="77777777" w:rsidR="0086688B" w:rsidRPr="0086688B" w:rsidRDefault="0086688B">
            <w:pPr>
              <w:rPr>
                <w:sz w:val="23"/>
                <w:szCs w:val="20"/>
              </w:rPr>
            </w:pPr>
            <w:r>
              <w:rPr>
                <w:sz w:val="23"/>
              </w:rPr>
              <w:t>Lepingujärgne tööde teostamise aeg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B71D1C" w14:textId="2BB1C925" w:rsidR="00797AF2" w:rsidRPr="00396D59" w:rsidRDefault="00D74A75" w:rsidP="655B8504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13.03.2023 – 30.03.2023</w:t>
            </w:r>
          </w:p>
        </w:tc>
      </w:tr>
      <w:tr w:rsidR="0086688B" w14:paraId="174EA4CC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77AE4C" w14:textId="77777777" w:rsidR="0086688B" w:rsidRDefault="0086688B">
            <w:pPr>
              <w:rPr>
                <w:b/>
                <w:sz w:val="23"/>
              </w:rPr>
            </w:pPr>
            <w:r>
              <w:rPr>
                <w:sz w:val="23"/>
              </w:rPr>
              <w:t>Tegelik tööde teostamise aeg ja tähtaegadest  mittekinnipidamise põhjused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DACF46" w14:textId="67FBA361" w:rsidR="00563513" w:rsidRPr="00AC76EE" w:rsidRDefault="00015650" w:rsidP="00563513">
            <w:pP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13.03.2023 – 30.03.2023</w:t>
            </w:r>
          </w:p>
        </w:tc>
      </w:tr>
      <w:tr w:rsidR="0086688B" w14:paraId="6921BEBA" w14:textId="77777777" w:rsidTr="343B70D8">
        <w:tc>
          <w:tcPr>
            <w:tcW w:w="8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F14DCF5" w14:textId="77777777" w:rsidR="0086688B" w:rsidRDefault="0086688B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 xml:space="preserve">Ametkondlikud </w:t>
            </w:r>
          </w:p>
          <w:p w14:paraId="1E6D7B59" w14:textId="77777777" w:rsidR="0086688B" w:rsidRPr="00B7657E" w:rsidRDefault="0086688B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  <w:r>
              <w:rPr>
                <w:b/>
                <w:sz w:val="23"/>
              </w:rPr>
              <w:t>ülevaatused:</w:t>
            </w:r>
          </w:p>
        </w:tc>
      </w:tr>
      <w:tr w:rsidR="00BC3D28" w14:paraId="47614FA9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9EC4A7" w14:textId="77777777" w:rsidR="00BC3D28" w:rsidRDefault="00BC3D28" w:rsidP="002773D6">
            <w:pPr>
              <w:pStyle w:val="BodyText2"/>
              <w:rPr>
                <w:b/>
              </w:rPr>
            </w:pPr>
            <w:r>
              <w:t xml:space="preserve">Üleantud teostusdokumentatsioon Tellijale 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B27C4" w14:textId="0BB3C30E" w:rsidR="00BC3D28" w:rsidRPr="00746E02" w:rsidRDefault="00015650" w:rsidP="655B8504">
            <w:pPr>
              <w:rPr>
                <w:color w:val="0000FF"/>
                <w:sz w:val="23"/>
                <w:szCs w:val="23"/>
              </w:rPr>
            </w:pPr>
            <w:r w:rsidRPr="00746E02">
              <w:rPr>
                <w:color w:val="auto"/>
                <w:sz w:val="23"/>
                <w:szCs w:val="23"/>
              </w:rPr>
              <w:t xml:space="preserve">Töövõtja on tellijale </w:t>
            </w:r>
            <w:proofErr w:type="spellStart"/>
            <w:r w:rsidRPr="00746E02">
              <w:rPr>
                <w:color w:val="auto"/>
                <w:sz w:val="23"/>
                <w:szCs w:val="23"/>
              </w:rPr>
              <w:t>teostusdokumentasiooni</w:t>
            </w:r>
            <w:proofErr w:type="spellEnd"/>
            <w:r w:rsidRPr="00746E02">
              <w:rPr>
                <w:color w:val="auto"/>
                <w:sz w:val="23"/>
                <w:szCs w:val="23"/>
              </w:rPr>
              <w:t xml:space="preserve"> esitanud </w:t>
            </w:r>
            <w:r w:rsidR="00C77C92" w:rsidRPr="00746E02">
              <w:rPr>
                <w:color w:val="auto"/>
                <w:sz w:val="23"/>
                <w:szCs w:val="23"/>
              </w:rPr>
              <w:t>30.03.2023</w:t>
            </w:r>
          </w:p>
        </w:tc>
      </w:tr>
      <w:tr w:rsidR="00BC3D28" w14:paraId="78A99FC1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D9E89D" w14:textId="77777777" w:rsidR="00BC3D28" w:rsidRPr="00BC3D28" w:rsidRDefault="00BC3D28">
            <w:pPr>
              <w:rPr>
                <w:sz w:val="23"/>
              </w:rPr>
            </w:pPr>
            <w:r w:rsidRPr="00BC3D28">
              <w:rPr>
                <w:sz w:val="23"/>
              </w:rPr>
              <w:t>Koolitus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BD77CC" w14:textId="68F1E53A" w:rsidR="00BC3D28" w:rsidRPr="00AC76EE" w:rsidRDefault="00746E02" w:rsidP="655B8504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Koolitus on teostatud.</w:t>
            </w:r>
          </w:p>
        </w:tc>
      </w:tr>
      <w:tr w:rsidR="0086688B" w14:paraId="651D7071" w14:textId="77777777" w:rsidTr="343B70D8">
        <w:tc>
          <w:tcPr>
            <w:tcW w:w="8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62965E" w14:textId="77777777" w:rsidR="0086688B" w:rsidRDefault="0086688B">
            <w:pPr>
              <w:rPr>
                <w:sz w:val="23"/>
                <w:szCs w:val="20"/>
              </w:rPr>
            </w:pPr>
            <w:r>
              <w:rPr>
                <w:b/>
                <w:sz w:val="23"/>
              </w:rPr>
              <w:t>5.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Vaegtööd:</w:t>
            </w:r>
          </w:p>
          <w:p w14:paraId="472F5350" w14:textId="77777777" w:rsidR="0086688B" w:rsidRDefault="0086688B">
            <w:pPr>
              <w:rPr>
                <w:sz w:val="23"/>
                <w:szCs w:val="20"/>
              </w:rPr>
            </w:pPr>
          </w:p>
          <w:p w14:paraId="7D9C029E" w14:textId="77777777" w:rsidR="0086688B" w:rsidRPr="000F1467" w:rsidRDefault="0086688B" w:rsidP="00746C07">
            <w:pPr>
              <w:rPr>
                <w:i/>
                <w:color w:val="0000FF"/>
                <w:sz w:val="21"/>
                <w:szCs w:val="20"/>
              </w:rPr>
            </w:pPr>
          </w:p>
        </w:tc>
      </w:tr>
      <w:tr w:rsidR="00746C07" w14:paraId="43B46F2B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C545C3" w14:textId="58EAF83E" w:rsidR="00746C07" w:rsidRDefault="00746C07" w:rsidP="000B1064">
            <w:pPr>
              <w:rPr>
                <w:b/>
                <w:sz w:val="23"/>
              </w:rPr>
            </w:pPr>
            <w:r>
              <w:rPr>
                <w:sz w:val="23"/>
              </w:rPr>
              <w:t>Tööde loetelu ja lõpetamise tähtajad</w:t>
            </w:r>
          </w:p>
        </w:tc>
        <w:tc>
          <w:tcPr>
            <w:tcW w:w="59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11F36D" w14:textId="6A0A6CBD" w:rsidR="00746C07" w:rsidRPr="0099728D" w:rsidRDefault="0096616F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-</w:t>
            </w:r>
          </w:p>
        </w:tc>
      </w:tr>
      <w:tr w:rsidR="00BE533A" w14:paraId="7C473417" w14:textId="77777777" w:rsidTr="343B70D8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C19A4E7" w14:textId="77777777"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6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Tööde heakskiitmine ja vastuvõtmine:</w:t>
            </w:r>
          </w:p>
          <w:p w14:paraId="7ED81B6A" w14:textId="77777777"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55E756C" w14:textId="77777777" w:rsidR="0086688B" w:rsidRPr="00AC76EE" w:rsidRDefault="0086688B" w:rsidP="002D6DDF">
            <w:pPr>
              <w:pStyle w:val="BodyText3"/>
              <w:rPr>
                <w:b w:val="0"/>
                <w:color w:val="auto"/>
                <w:sz w:val="23"/>
                <w:szCs w:val="23"/>
              </w:rPr>
            </w:pPr>
          </w:p>
          <w:p w14:paraId="13CB60A4" w14:textId="26517DE7" w:rsidR="0086688B" w:rsidRPr="00AC76EE" w:rsidRDefault="00E14B6B" w:rsidP="002D6DDF">
            <w:pPr>
              <w:pStyle w:val="BodyText3"/>
              <w:rPr>
                <w:b w:val="0"/>
                <w:color w:val="auto"/>
                <w:sz w:val="23"/>
                <w:szCs w:val="23"/>
              </w:rPr>
            </w:pPr>
            <w:r>
              <w:rPr>
                <w:b w:val="0"/>
                <w:color w:val="auto"/>
                <w:sz w:val="23"/>
                <w:szCs w:val="23"/>
              </w:rPr>
              <w:t>Tööd on tellijale üle antud ja tellija poolt vastu võetud.</w:t>
            </w:r>
          </w:p>
        </w:tc>
      </w:tr>
      <w:tr w:rsidR="0086688B" w14:paraId="707C7227" w14:textId="77777777" w:rsidTr="343B70D8">
        <w:tc>
          <w:tcPr>
            <w:tcW w:w="8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A63F41" w14:textId="77777777" w:rsidR="0086688B" w:rsidRDefault="0086688B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7.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Garantiid:</w:t>
            </w:r>
          </w:p>
          <w:p w14:paraId="4ED585D7" w14:textId="77777777" w:rsidR="0086688B" w:rsidRDefault="0086688B" w:rsidP="0086688B">
            <w:pPr>
              <w:pStyle w:val="BodyText3"/>
              <w:rPr>
                <w:sz w:val="21"/>
              </w:rPr>
            </w:pPr>
          </w:p>
        </w:tc>
      </w:tr>
      <w:tr w:rsidR="0086688B" w14:paraId="3982D87A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B0CE28" w14:textId="77777777" w:rsidR="0086688B" w:rsidRDefault="0086688B">
            <w:pPr>
              <w:rPr>
                <w:bCs/>
                <w:sz w:val="23"/>
              </w:rPr>
            </w:pPr>
            <w:r>
              <w:rPr>
                <w:bCs/>
                <w:sz w:val="23"/>
              </w:rPr>
              <w:t>Garantiiaja algus</w:t>
            </w:r>
          </w:p>
          <w:p w14:paraId="42E1AA40" w14:textId="77777777" w:rsidR="0086688B" w:rsidRDefault="0086688B">
            <w:pPr>
              <w:rPr>
                <w:b/>
                <w:sz w:val="23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4D2B4B" w14:textId="6FC304CF" w:rsidR="0086688B" w:rsidRPr="00AC76EE" w:rsidRDefault="00FB1C54" w:rsidP="655B850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31.03.2023</w:t>
            </w:r>
          </w:p>
        </w:tc>
      </w:tr>
      <w:tr w:rsidR="0086688B" w14:paraId="6B6FF71A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B7A04D" w14:textId="77777777" w:rsidR="0086688B" w:rsidRDefault="0086688B" w:rsidP="0086688B">
            <w:pPr>
              <w:rPr>
                <w:b/>
                <w:sz w:val="23"/>
                <w:szCs w:val="20"/>
              </w:rPr>
            </w:pPr>
            <w:r>
              <w:rPr>
                <w:bCs/>
                <w:sz w:val="23"/>
              </w:rPr>
              <w:lastRenderedPageBreak/>
              <w:t>Garantiiaja lõpp</w:t>
            </w:r>
          </w:p>
          <w:p w14:paraId="7E8D9DF5" w14:textId="77777777" w:rsidR="0086688B" w:rsidRDefault="0086688B">
            <w:pPr>
              <w:rPr>
                <w:bCs/>
                <w:sz w:val="23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F1C71A" w14:textId="731BE835" w:rsidR="0086688B" w:rsidRPr="00723DBC" w:rsidRDefault="00FB1C54" w:rsidP="655B850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31.03.2025</w:t>
            </w:r>
          </w:p>
        </w:tc>
      </w:tr>
      <w:tr w:rsidR="0086688B" w14:paraId="114702DD" w14:textId="77777777" w:rsidTr="343B70D8">
        <w:tc>
          <w:tcPr>
            <w:tcW w:w="86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67854D" w14:textId="77777777" w:rsidR="0086688B" w:rsidRDefault="0086688B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  <w:szCs w:val="20"/>
              </w:rPr>
              <w:t>8. LÕ</w:t>
            </w:r>
            <w:r>
              <w:rPr>
                <w:b/>
                <w:sz w:val="23"/>
              </w:rPr>
              <w:t>PPARUANNE:</w:t>
            </w:r>
          </w:p>
          <w:p w14:paraId="3B71A155" w14:textId="77777777" w:rsidR="0086688B" w:rsidRPr="000068D7" w:rsidRDefault="0086688B">
            <w:pPr>
              <w:rPr>
                <w:bCs/>
                <w:i/>
                <w:color w:val="0000FF"/>
                <w:sz w:val="22"/>
                <w:szCs w:val="20"/>
                <w:u w:val="single"/>
              </w:rPr>
            </w:pPr>
          </w:p>
        </w:tc>
      </w:tr>
      <w:tr w:rsidR="00031C06" w14:paraId="13ED25E5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45889D" w14:textId="77777777" w:rsidR="00556BF6" w:rsidRPr="00E87FAA" w:rsidRDefault="00556BF6" w:rsidP="00556BF6">
            <w:pPr>
              <w:rPr>
                <w:color w:val="auto"/>
                <w:sz w:val="23"/>
              </w:rPr>
            </w:pPr>
            <w:r w:rsidRPr="00E87FAA">
              <w:rPr>
                <w:color w:val="auto"/>
                <w:sz w:val="23"/>
              </w:rPr>
              <w:t>Lepingu maksumus</w:t>
            </w:r>
          </w:p>
          <w:p w14:paraId="4296CEF2" w14:textId="77777777" w:rsidR="00031C06" w:rsidRPr="00E87FAA" w:rsidRDefault="00556BF6">
            <w:pPr>
              <w:rPr>
                <w:color w:val="auto"/>
                <w:sz w:val="23"/>
                <w:szCs w:val="20"/>
              </w:rPr>
            </w:pPr>
            <w:r w:rsidRPr="00E87FAA">
              <w:rPr>
                <w:color w:val="auto"/>
                <w:sz w:val="23"/>
                <w:szCs w:val="20"/>
              </w:rPr>
              <w:t>koos Tellija reserviga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8DE093" w14:textId="1A44FD20" w:rsidR="00031C06" w:rsidRPr="00E87FAA" w:rsidRDefault="00722CD5" w:rsidP="655B8504">
            <w:pPr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E87FAA">
              <w:rPr>
                <w:i/>
                <w:iCs/>
                <w:color w:val="auto"/>
                <w:sz w:val="22"/>
                <w:szCs w:val="22"/>
                <w:u w:val="single"/>
              </w:rPr>
              <w:t>15 880 EUR</w:t>
            </w:r>
          </w:p>
        </w:tc>
      </w:tr>
      <w:tr w:rsidR="00031C06" w14:paraId="0F1397CE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D38867" w14:textId="77777777" w:rsidR="00031C06" w:rsidRPr="00E87FAA" w:rsidRDefault="00556BF6">
            <w:pPr>
              <w:rPr>
                <w:color w:val="auto"/>
                <w:sz w:val="23"/>
                <w:szCs w:val="20"/>
              </w:rPr>
            </w:pPr>
            <w:r w:rsidRPr="00E87FAA">
              <w:rPr>
                <w:color w:val="auto"/>
                <w:sz w:val="23"/>
                <w:szCs w:val="20"/>
              </w:rPr>
              <w:t>Lepingu maksumus ilma Tellija reservita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249276" w14:textId="4BEFF13C" w:rsidR="00723DBC" w:rsidRPr="00E87FAA" w:rsidRDefault="00722CD5" w:rsidP="655B8504">
            <w:pPr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E87FAA">
              <w:rPr>
                <w:i/>
                <w:iCs/>
                <w:color w:val="auto"/>
                <w:sz w:val="22"/>
                <w:szCs w:val="22"/>
                <w:u w:val="single"/>
              </w:rPr>
              <w:t>14 440 EUR</w:t>
            </w:r>
          </w:p>
        </w:tc>
      </w:tr>
      <w:tr w:rsidR="00031C06" w14:paraId="33A0CF00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B372A1" w14:textId="77777777" w:rsidR="00031C06" w:rsidRPr="00E87FAA" w:rsidRDefault="00556BF6">
            <w:pPr>
              <w:rPr>
                <w:color w:val="auto"/>
                <w:sz w:val="23"/>
                <w:szCs w:val="20"/>
              </w:rPr>
            </w:pPr>
            <w:r w:rsidRPr="00E87FAA">
              <w:rPr>
                <w:color w:val="auto"/>
                <w:sz w:val="23"/>
                <w:szCs w:val="20"/>
              </w:rPr>
              <w:t>Lisa ja muudatustööde maksumus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417E8D" w14:textId="1D8223ED" w:rsidR="00031C06" w:rsidRPr="00E87FAA" w:rsidRDefault="00031C06" w:rsidP="00E87FAA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color w:val="auto"/>
                <w:sz w:val="22"/>
                <w:szCs w:val="22"/>
                <w:u w:val="single"/>
              </w:rPr>
            </w:pPr>
          </w:p>
        </w:tc>
      </w:tr>
      <w:tr w:rsidR="00031C06" w14:paraId="34C7C6A1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1FC6E" w14:textId="77777777" w:rsidR="00031C06" w:rsidRPr="00E87FAA" w:rsidRDefault="00556BF6">
            <w:pPr>
              <w:rPr>
                <w:b/>
                <w:color w:val="auto"/>
                <w:sz w:val="23"/>
                <w:szCs w:val="20"/>
              </w:rPr>
            </w:pPr>
            <w:r w:rsidRPr="00E87FAA">
              <w:rPr>
                <w:b/>
                <w:color w:val="auto"/>
                <w:sz w:val="23"/>
                <w:szCs w:val="20"/>
              </w:rPr>
              <w:t>Tegelik Tööde maksumus Kokku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ADE21A" w14:textId="5D6C2924" w:rsidR="00031C06" w:rsidRPr="00E87FAA" w:rsidRDefault="00E87FAA" w:rsidP="655B8504">
            <w:pPr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E87FAA">
              <w:rPr>
                <w:i/>
                <w:iCs/>
                <w:color w:val="auto"/>
                <w:sz w:val="22"/>
                <w:szCs w:val="22"/>
                <w:u w:val="single"/>
              </w:rPr>
              <w:t>14 440 EUR</w:t>
            </w:r>
          </w:p>
        </w:tc>
      </w:tr>
      <w:tr w:rsidR="00556BF6" w14:paraId="5317976A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1BD764" w14:textId="77777777" w:rsidR="004331F8" w:rsidRPr="00E87FAA" w:rsidRDefault="00556BF6">
            <w:pPr>
              <w:rPr>
                <w:color w:val="auto"/>
                <w:sz w:val="23"/>
                <w:szCs w:val="20"/>
              </w:rPr>
            </w:pPr>
            <w:r w:rsidRPr="00E87FAA">
              <w:rPr>
                <w:color w:val="auto"/>
                <w:sz w:val="23"/>
                <w:szCs w:val="20"/>
              </w:rPr>
              <w:t xml:space="preserve">Mahaarvamised, </w:t>
            </w:r>
          </w:p>
          <w:p w14:paraId="1A230D6B" w14:textId="77777777" w:rsidR="00556BF6" w:rsidRPr="00E87FAA" w:rsidRDefault="00556BF6">
            <w:pPr>
              <w:rPr>
                <w:color w:val="auto"/>
                <w:sz w:val="23"/>
                <w:szCs w:val="20"/>
              </w:rPr>
            </w:pPr>
            <w:r w:rsidRPr="00E87FAA">
              <w:rPr>
                <w:color w:val="auto"/>
                <w:sz w:val="23"/>
                <w:szCs w:val="20"/>
              </w:rPr>
              <w:t>(viivised ja leppetrahvid)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67F89" w14:textId="1973324E" w:rsidR="00556BF6" w:rsidRPr="00E87FAA" w:rsidRDefault="00E87FAA" w:rsidP="655B8504">
            <w:pPr>
              <w:rPr>
                <w:i/>
                <w:iCs/>
                <w:color w:val="auto"/>
                <w:sz w:val="22"/>
                <w:szCs w:val="22"/>
              </w:rPr>
            </w:pPr>
            <w:r w:rsidRPr="00E87FAA">
              <w:rPr>
                <w:i/>
                <w:iCs/>
                <w:color w:val="auto"/>
                <w:sz w:val="22"/>
                <w:szCs w:val="22"/>
              </w:rPr>
              <w:t>-</w:t>
            </w:r>
          </w:p>
        </w:tc>
      </w:tr>
      <w:tr w:rsidR="00556BF6" w14:paraId="2DA3558B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18A5E2" w14:textId="77777777" w:rsidR="00556BF6" w:rsidRPr="00E87FAA" w:rsidRDefault="00556BF6">
            <w:pPr>
              <w:rPr>
                <w:b/>
                <w:color w:val="auto"/>
                <w:sz w:val="23"/>
                <w:szCs w:val="20"/>
              </w:rPr>
            </w:pPr>
            <w:r w:rsidRPr="00E87FAA">
              <w:rPr>
                <w:b/>
                <w:color w:val="auto"/>
                <w:sz w:val="23"/>
                <w:szCs w:val="20"/>
              </w:rPr>
              <w:t>Tegelik teostatud Töö eest väljamakstav summa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A0A9EB" w14:textId="56A5D025" w:rsidR="00556BF6" w:rsidRPr="00E87FAA" w:rsidRDefault="00E87FAA" w:rsidP="655B8504">
            <w:pPr>
              <w:rPr>
                <w:i/>
                <w:iCs/>
                <w:color w:val="auto"/>
                <w:sz w:val="22"/>
                <w:szCs w:val="22"/>
                <w:u w:val="single"/>
              </w:rPr>
            </w:pPr>
            <w:r w:rsidRPr="00E87FAA">
              <w:rPr>
                <w:i/>
                <w:iCs/>
                <w:color w:val="auto"/>
                <w:sz w:val="22"/>
                <w:szCs w:val="22"/>
                <w:u w:val="single"/>
              </w:rPr>
              <w:t>14 440 EUR</w:t>
            </w:r>
            <w:r w:rsidR="0023318B">
              <w:rPr>
                <w:i/>
                <w:iCs/>
                <w:color w:val="auto"/>
                <w:sz w:val="22"/>
                <w:szCs w:val="22"/>
                <w:u w:val="single"/>
              </w:rPr>
              <w:t xml:space="preserve"> +20%KM</w:t>
            </w:r>
          </w:p>
        </w:tc>
      </w:tr>
      <w:tr w:rsidR="00BE533A" w:rsidRPr="000E1BDC" w14:paraId="58511FD6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A8F6F" w14:textId="77777777" w:rsidR="00BE533A" w:rsidRPr="004331F8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9</w:t>
            </w:r>
            <w:r w:rsidR="00BE533A">
              <w:rPr>
                <w:b/>
                <w:sz w:val="23"/>
              </w:rPr>
              <w:t>.</w:t>
            </w:r>
            <w:r w:rsidR="004331F8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Muud märkused:</w:t>
            </w:r>
          </w:p>
          <w:p w14:paraId="30AD9DEB" w14:textId="77777777" w:rsidR="00BE533A" w:rsidRDefault="00BE533A">
            <w:pPr>
              <w:rPr>
                <w:b/>
                <w:sz w:val="23"/>
                <w:szCs w:val="20"/>
              </w:rPr>
            </w:pPr>
          </w:p>
          <w:p w14:paraId="0F901F4F" w14:textId="77777777"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0DD27F" w14:textId="77777777" w:rsidR="00BE533A" w:rsidRPr="004331F8" w:rsidRDefault="00F32474" w:rsidP="00C06D95">
            <w:pPr>
              <w:rPr>
                <w:b/>
                <w:bCs/>
                <w:color w:val="808080"/>
                <w:sz w:val="20"/>
                <w:szCs w:val="20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533A" w14:paraId="7CCFB010" w14:textId="77777777" w:rsidTr="343B70D8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3F3C72" w14:textId="77777777" w:rsidR="00BE533A" w:rsidRDefault="00BE533A">
            <w:pPr>
              <w:rPr>
                <w:b/>
                <w:sz w:val="23"/>
                <w:szCs w:val="20"/>
              </w:rPr>
            </w:pPr>
          </w:p>
          <w:p w14:paraId="03FEA3E1" w14:textId="77777777" w:rsidR="00BE533A" w:rsidRDefault="00BE533A">
            <w:pPr>
              <w:rPr>
                <w:b/>
                <w:sz w:val="23"/>
                <w:szCs w:val="20"/>
              </w:rPr>
            </w:pPr>
          </w:p>
          <w:p w14:paraId="5AE1A6A2" w14:textId="77777777" w:rsidR="00BE533A" w:rsidRDefault="00BE533A">
            <w:pPr>
              <w:rPr>
                <w:b/>
                <w:sz w:val="23"/>
                <w:szCs w:val="20"/>
              </w:rPr>
            </w:pPr>
          </w:p>
          <w:p w14:paraId="1DC28206" w14:textId="77777777"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2EC9B" w14:textId="77777777" w:rsidR="00BE533A" w:rsidRDefault="00BE533A">
            <w:pPr>
              <w:rPr>
                <w:b/>
                <w:bCs/>
                <w:color w:val="auto"/>
                <w:sz w:val="22"/>
                <w:szCs w:val="20"/>
              </w:rPr>
            </w:pPr>
            <w:r>
              <w:rPr>
                <w:b/>
                <w:bCs/>
                <w:sz w:val="22"/>
              </w:rPr>
              <w:t>Selle akti kinnitavad allkirjadega:</w:t>
            </w:r>
          </w:p>
          <w:p w14:paraId="6D3BDAA3" w14:textId="77777777"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14:paraId="2C3F815F" w14:textId="6DC40B71" w:rsidR="00BE533A" w:rsidRDefault="00317DB0" w:rsidP="655B8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Karin Poolak </w:t>
            </w:r>
            <w:r w:rsidR="000068D7" w:rsidRPr="655B8504">
              <w:rPr>
                <w:b/>
                <w:bCs/>
                <w:sz w:val="22"/>
                <w:szCs w:val="22"/>
              </w:rPr>
              <w:t>/R</w:t>
            </w:r>
            <w:r w:rsidR="00703595" w:rsidRPr="655B8504">
              <w:rPr>
                <w:b/>
                <w:bCs/>
                <w:sz w:val="22"/>
                <w:szCs w:val="22"/>
              </w:rPr>
              <w:t xml:space="preserve">iigi Kinnisvara </w:t>
            </w:r>
            <w:r w:rsidR="000068D7" w:rsidRPr="655B8504">
              <w:rPr>
                <w:b/>
                <w:bCs/>
                <w:sz w:val="22"/>
                <w:szCs w:val="22"/>
              </w:rPr>
              <w:t>AS</w:t>
            </w:r>
          </w:p>
          <w:p w14:paraId="1B52F18E" w14:textId="77777777" w:rsidR="00BE533A" w:rsidRDefault="00BE533A">
            <w:pPr>
              <w:rPr>
                <w:b/>
                <w:bCs/>
                <w:sz w:val="22"/>
              </w:rPr>
            </w:pPr>
          </w:p>
          <w:p w14:paraId="76BE5ADA" w14:textId="157DEA1E" w:rsidR="00317DB0" w:rsidRDefault="00317DB0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Kerstin Kirsel /Politsei- ja Piirivalveamet</w:t>
            </w:r>
          </w:p>
          <w:p w14:paraId="58099878" w14:textId="77777777"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14:paraId="28F0C77E" w14:textId="79CBED3F" w:rsidR="00703595" w:rsidRDefault="00317DB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Mihkel Svätski </w:t>
            </w:r>
            <w:r w:rsidR="6397AE68" w:rsidRPr="655B8504">
              <w:rPr>
                <w:b/>
                <w:bCs/>
                <w:sz w:val="22"/>
                <w:szCs w:val="22"/>
              </w:rPr>
              <w:t>/</w:t>
            </w:r>
            <w:r w:rsidR="00275FA7">
              <w:rPr>
                <w:b/>
                <w:bCs/>
                <w:sz w:val="22"/>
                <w:szCs w:val="22"/>
              </w:rPr>
              <w:t>WWB Invest OÜ</w:t>
            </w:r>
            <w:r w:rsidR="6397AE68" w:rsidRPr="655B8504">
              <w:rPr>
                <w:b/>
                <w:bCs/>
                <w:sz w:val="22"/>
                <w:szCs w:val="22"/>
              </w:rPr>
              <w:t xml:space="preserve"> esindaja</w:t>
            </w:r>
          </w:p>
          <w:p w14:paraId="6F4FA3FC" w14:textId="3EF607A3" w:rsidR="6397AE68" w:rsidRDefault="6397AE68" w:rsidP="655B8504">
            <w:pPr>
              <w:rPr>
                <w:b/>
                <w:bCs/>
                <w:color w:val="000000" w:themeColor="text1"/>
              </w:rPr>
            </w:pPr>
          </w:p>
          <w:p w14:paraId="38220052" w14:textId="77777777" w:rsidR="00CC1F21" w:rsidRDefault="00CC1F21">
            <w:pPr>
              <w:rPr>
                <w:b/>
                <w:bCs/>
                <w:sz w:val="22"/>
                <w:szCs w:val="20"/>
              </w:rPr>
            </w:pPr>
          </w:p>
          <w:p w14:paraId="0B732894" w14:textId="744B9564" w:rsidR="00BE533A" w:rsidRDefault="00BE533A">
            <w:pPr>
              <w:rPr>
                <w:sz w:val="21"/>
                <w:szCs w:val="21"/>
              </w:rPr>
            </w:pPr>
            <w:r w:rsidRPr="655B8504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BE860A0" w14:textId="77777777" w:rsidR="00BE533A" w:rsidRDefault="00BE533A">
            <w:pPr>
              <w:rPr>
                <w:sz w:val="21"/>
                <w:szCs w:val="20"/>
              </w:rPr>
            </w:pPr>
          </w:p>
        </w:tc>
      </w:tr>
    </w:tbl>
    <w:p w14:paraId="46A26321" w14:textId="77777777" w:rsidR="000E1BDC" w:rsidRDefault="000E1BDC">
      <w:pPr>
        <w:jc w:val="both"/>
      </w:pPr>
    </w:p>
    <w:p w14:paraId="5EC1B2A4" w14:textId="70914A13" w:rsidR="00BE533A" w:rsidRDefault="00FE327D">
      <w:pPr>
        <w:jc w:val="both"/>
      </w:pPr>
      <w:r>
        <w:t>Kõik aktis esitatud summad ei sisalda käibemaksu</w:t>
      </w:r>
      <w:r w:rsidR="00135C98">
        <w:t>.</w:t>
      </w:r>
    </w:p>
    <w:sectPr w:rsidR="00BE533A" w:rsidSect="007E6707">
      <w:footerReference w:type="even" r:id="rId12"/>
      <w:footerReference w:type="default" r:id="rId13"/>
      <w:pgSz w:w="11907" w:h="16840" w:code="9"/>
      <w:pgMar w:top="1134" w:right="1134" w:bottom="1134" w:left="1134" w:header="56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39FF" w14:textId="77777777" w:rsidR="00B26B1F" w:rsidRDefault="00B26B1F">
      <w:r>
        <w:separator/>
      </w:r>
    </w:p>
  </w:endnote>
  <w:endnote w:type="continuationSeparator" w:id="0">
    <w:p w14:paraId="38251188" w14:textId="77777777" w:rsidR="00B26B1F" w:rsidRDefault="00B2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6FFB" w14:textId="77777777" w:rsidR="00203F48" w:rsidRDefault="00DB1327" w:rsidP="00E557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3F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DCE512" w14:textId="77777777" w:rsidR="00203F48" w:rsidRDefault="00203F48" w:rsidP="00203F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EC1D" w14:textId="77777777" w:rsidR="00203F48" w:rsidRPr="007E6707" w:rsidRDefault="00F750B8" w:rsidP="00E557B9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7E6707">
      <w:rPr>
        <w:rStyle w:val="PageNumber"/>
        <w:sz w:val="16"/>
        <w:szCs w:val="16"/>
      </w:rPr>
      <w:t xml:space="preserve">  lk </w:t>
    </w:r>
    <w:r w:rsidR="00DB1327" w:rsidRPr="007E6707">
      <w:rPr>
        <w:rStyle w:val="PageNumber"/>
        <w:sz w:val="16"/>
        <w:szCs w:val="16"/>
      </w:rPr>
      <w:fldChar w:fldCharType="begin"/>
    </w:r>
    <w:r w:rsidR="00203F48" w:rsidRPr="007E6707">
      <w:rPr>
        <w:rStyle w:val="PageNumber"/>
        <w:sz w:val="16"/>
        <w:szCs w:val="16"/>
      </w:rPr>
      <w:instrText xml:space="preserve">PAGE  </w:instrText>
    </w:r>
    <w:r w:rsidR="00DB1327" w:rsidRPr="007E6707">
      <w:rPr>
        <w:rStyle w:val="PageNumber"/>
        <w:sz w:val="16"/>
        <w:szCs w:val="16"/>
      </w:rPr>
      <w:fldChar w:fldCharType="separate"/>
    </w:r>
    <w:r w:rsidR="009426BE">
      <w:rPr>
        <w:rStyle w:val="PageNumber"/>
        <w:noProof/>
        <w:sz w:val="16"/>
        <w:szCs w:val="16"/>
      </w:rPr>
      <w:t>3</w:t>
    </w:r>
    <w:r w:rsidR="00DB1327" w:rsidRPr="007E6707">
      <w:rPr>
        <w:rStyle w:val="PageNumber"/>
        <w:sz w:val="16"/>
        <w:szCs w:val="16"/>
      </w:rPr>
      <w:fldChar w:fldCharType="end"/>
    </w:r>
    <w:r w:rsidRPr="007E6707">
      <w:rPr>
        <w:rStyle w:val="PageNumber"/>
        <w:sz w:val="16"/>
        <w:szCs w:val="16"/>
      </w:rPr>
      <w:t>/</w:t>
    </w:r>
    <w:r w:rsidR="00DB1327" w:rsidRPr="007E6707">
      <w:rPr>
        <w:rStyle w:val="PageNumber"/>
        <w:sz w:val="16"/>
        <w:szCs w:val="16"/>
      </w:rPr>
      <w:fldChar w:fldCharType="begin"/>
    </w:r>
    <w:r w:rsidRPr="007E6707">
      <w:rPr>
        <w:rStyle w:val="PageNumber"/>
        <w:sz w:val="16"/>
        <w:szCs w:val="16"/>
      </w:rPr>
      <w:instrText xml:space="preserve"> NUMPAGES </w:instrText>
    </w:r>
    <w:r w:rsidR="00DB1327" w:rsidRPr="007E6707">
      <w:rPr>
        <w:rStyle w:val="PageNumber"/>
        <w:sz w:val="16"/>
        <w:szCs w:val="16"/>
      </w:rPr>
      <w:fldChar w:fldCharType="separate"/>
    </w:r>
    <w:r w:rsidR="009426BE">
      <w:rPr>
        <w:rStyle w:val="PageNumber"/>
        <w:noProof/>
        <w:sz w:val="16"/>
        <w:szCs w:val="16"/>
      </w:rPr>
      <w:t>3</w:t>
    </w:r>
    <w:r w:rsidR="00DB1327" w:rsidRPr="007E6707">
      <w:rPr>
        <w:rStyle w:val="PageNumber"/>
        <w:sz w:val="16"/>
        <w:szCs w:val="16"/>
      </w:rPr>
      <w:fldChar w:fldCharType="end"/>
    </w:r>
  </w:p>
  <w:p w14:paraId="06E0F6EB" w14:textId="77777777" w:rsidR="00BE533A" w:rsidRDefault="00200BB7" w:rsidP="00203F48">
    <w:pPr>
      <w:pStyle w:val="Footer"/>
      <w:ind w:right="360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E89AAB" wp14:editId="2D825303">
              <wp:simplePos x="0" y="0"/>
              <wp:positionH relativeFrom="column">
                <wp:posOffset>-533400</wp:posOffset>
              </wp:positionH>
              <wp:positionV relativeFrom="paragraph">
                <wp:posOffset>-152400</wp:posOffset>
              </wp:positionV>
              <wp:extent cx="266700" cy="57213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591A" w14:textId="77777777" w:rsidR="000F1467" w:rsidRPr="007E6707" w:rsidRDefault="000F1467" w:rsidP="007E6707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89AA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2pt;margin-top:-12pt;width:21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" filled="f" stroked="f">
              <v:textbox style="layout-flow:vertical;mso-layout-flow-alt:bottom-to-top" inset="0,0,0,0">
                <w:txbxContent>
                  <w:p w14:paraId="7BB7591A" w14:textId="77777777" w:rsidR="000F1467" w:rsidRPr="007E6707" w:rsidRDefault="000F1467" w:rsidP="007E6707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F750B8">
      <w:rPr>
        <w:i/>
        <w:iCs/>
        <w:snapToGrid w:val="0"/>
        <w:sz w:val="16"/>
        <w:szCs w:val="16"/>
      </w:rPr>
      <w:tab/>
    </w:r>
    <w:r w:rsidR="00F750B8">
      <w:rPr>
        <w:i/>
        <w:iCs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BF34" w14:textId="77777777" w:rsidR="00B26B1F" w:rsidRDefault="00B26B1F">
      <w:r>
        <w:separator/>
      </w:r>
    </w:p>
  </w:footnote>
  <w:footnote w:type="continuationSeparator" w:id="0">
    <w:p w14:paraId="22F7629C" w14:textId="77777777" w:rsidR="00B26B1F" w:rsidRDefault="00B26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96A67"/>
    <w:multiLevelType w:val="hybridMultilevel"/>
    <w:tmpl w:val="7BC014E6"/>
    <w:lvl w:ilvl="0" w:tplc="4906EE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90EA6"/>
    <w:multiLevelType w:val="hybridMultilevel"/>
    <w:tmpl w:val="08FA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988800">
    <w:abstractNumId w:val="1"/>
  </w:num>
  <w:num w:numId="2" w16cid:durableId="151148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50"/>
    <w:rsid w:val="000029E7"/>
    <w:rsid w:val="000068D7"/>
    <w:rsid w:val="00015650"/>
    <w:rsid w:val="00015FE2"/>
    <w:rsid w:val="000207E6"/>
    <w:rsid w:val="00031C06"/>
    <w:rsid w:val="000450C8"/>
    <w:rsid w:val="000552A3"/>
    <w:rsid w:val="00062A28"/>
    <w:rsid w:val="00087E20"/>
    <w:rsid w:val="000910AD"/>
    <w:rsid w:val="00093551"/>
    <w:rsid w:val="000A59D1"/>
    <w:rsid w:val="000B1064"/>
    <w:rsid w:val="000D4402"/>
    <w:rsid w:val="000E1BDC"/>
    <w:rsid w:val="000F1467"/>
    <w:rsid w:val="001179BB"/>
    <w:rsid w:val="00135C98"/>
    <w:rsid w:val="00150096"/>
    <w:rsid w:val="00165057"/>
    <w:rsid w:val="001F1FA3"/>
    <w:rsid w:val="00200BB7"/>
    <w:rsid w:val="00203F48"/>
    <w:rsid w:val="0021600C"/>
    <w:rsid w:val="0023318B"/>
    <w:rsid w:val="00245260"/>
    <w:rsid w:val="00247BDD"/>
    <w:rsid w:val="002554C6"/>
    <w:rsid w:val="002705A6"/>
    <w:rsid w:val="00275DB2"/>
    <w:rsid w:val="00275FA7"/>
    <w:rsid w:val="002771B0"/>
    <w:rsid w:val="002773D6"/>
    <w:rsid w:val="002B7F4F"/>
    <w:rsid w:val="002D69E9"/>
    <w:rsid w:val="002D6DDF"/>
    <w:rsid w:val="002E0109"/>
    <w:rsid w:val="002F3346"/>
    <w:rsid w:val="00314831"/>
    <w:rsid w:val="00317DB0"/>
    <w:rsid w:val="00320055"/>
    <w:rsid w:val="003232A5"/>
    <w:rsid w:val="0034789C"/>
    <w:rsid w:val="003929AA"/>
    <w:rsid w:val="00396D59"/>
    <w:rsid w:val="003B3F23"/>
    <w:rsid w:val="003B41AC"/>
    <w:rsid w:val="003C4C21"/>
    <w:rsid w:val="003D3A7E"/>
    <w:rsid w:val="003D4196"/>
    <w:rsid w:val="004331F8"/>
    <w:rsid w:val="00473FCA"/>
    <w:rsid w:val="0049029D"/>
    <w:rsid w:val="004A134F"/>
    <w:rsid w:val="004C4FBC"/>
    <w:rsid w:val="004E58E7"/>
    <w:rsid w:val="0050772B"/>
    <w:rsid w:val="005353C5"/>
    <w:rsid w:val="00551442"/>
    <w:rsid w:val="00551E3D"/>
    <w:rsid w:val="00556BF6"/>
    <w:rsid w:val="00563513"/>
    <w:rsid w:val="00567FC3"/>
    <w:rsid w:val="005719FB"/>
    <w:rsid w:val="005A63A4"/>
    <w:rsid w:val="005C2B84"/>
    <w:rsid w:val="005C2C37"/>
    <w:rsid w:val="006009CF"/>
    <w:rsid w:val="00635BA9"/>
    <w:rsid w:val="0064144B"/>
    <w:rsid w:val="006B1B09"/>
    <w:rsid w:val="006D684C"/>
    <w:rsid w:val="006D7768"/>
    <w:rsid w:val="006F3B57"/>
    <w:rsid w:val="007000C2"/>
    <w:rsid w:val="00703595"/>
    <w:rsid w:val="007067A5"/>
    <w:rsid w:val="00716443"/>
    <w:rsid w:val="00722CD5"/>
    <w:rsid w:val="00723DBC"/>
    <w:rsid w:val="007256E8"/>
    <w:rsid w:val="0072597E"/>
    <w:rsid w:val="0074497F"/>
    <w:rsid w:val="00746C07"/>
    <w:rsid w:val="00746E02"/>
    <w:rsid w:val="00797AF2"/>
    <w:rsid w:val="007B062E"/>
    <w:rsid w:val="007B3735"/>
    <w:rsid w:val="007E6707"/>
    <w:rsid w:val="00822711"/>
    <w:rsid w:val="0082518F"/>
    <w:rsid w:val="0086688B"/>
    <w:rsid w:val="00866AD7"/>
    <w:rsid w:val="008671F6"/>
    <w:rsid w:val="008B4DD7"/>
    <w:rsid w:val="008B671E"/>
    <w:rsid w:val="008C262C"/>
    <w:rsid w:val="008D1A02"/>
    <w:rsid w:val="008F666F"/>
    <w:rsid w:val="008F699D"/>
    <w:rsid w:val="0090562F"/>
    <w:rsid w:val="00921077"/>
    <w:rsid w:val="00924E7E"/>
    <w:rsid w:val="009426BE"/>
    <w:rsid w:val="00954C51"/>
    <w:rsid w:val="0096616F"/>
    <w:rsid w:val="00971642"/>
    <w:rsid w:val="00976A08"/>
    <w:rsid w:val="00980D6B"/>
    <w:rsid w:val="0098284E"/>
    <w:rsid w:val="00995E12"/>
    <w:rsid w:val="0099728D"/>
    <w:rsid w:val="009A58E2"/>
    <w:rsid w:val="009A7A12"/>
    <w:rsid w:val="009B7D55"/>
    <w:rsid w:val="009C245E"/>
    <w:rsid w:val="009D5259"/>
    <w:rsid w:val="009D7C89"/>
    <w:rsid w:val="00A334B9"/>
    <w:rsid w:val="00A33B50"/>
    <w:rsid w:val="00A376DF"/>
    <w:rsid w:val="00A52F7E"/>
    <w:rsid w:val="00A617F6"/>
    <w:rsid w:val="00A8099E"/>
    <w:rsid w:val="00A93D24"/>
    <w:rsid w:val="00AB208C"/>
    <w:rsid w:val="00AB44B2"/>
    <w:rsid w:val="00AB5EF9"/>
    <w:rsid w:val="00AC6CAE"/>
    <w:rsid w:val="00AC76EE"/>
    <w:rsid w:val="00AD1B94"/>
    <w:rsid w:val="00AF7269"/>
    <w:rsid w:val="00B03F7C"/>
    <w:rsid w:val="00B265CA"/>
    <w:rsid w:val="00B26B1F"/>
    <w:rsid w:val="00B45300"/>
    <w:rsid w:val="00B47600"/>
    <w:rsid w:val="00B569D1"/>
    <w:rsid w:val="00B57D4F"/>
    <w:rsid w:val="00B6103F"/>
    <w:rsid w:val="00B711E6"/>
    <w:rsid w:val="00B7657E"/>
    <w:rsid w:val="00BC140D"/>
    <w:rsid w:val="00BC3BA3"/>
    <w:rsid w:val="00BC3D28"/>
    <w:rsid w:val="00BD2BD6"/>
    <w:rsid w:val="00BE533A"/>
    <w:rsid w:val="00C018FC"/>
    <w:rsid w:val="00C06D95"/>
    <w:rsid w:val="00C13129"/>
    <w:rsid w:val="00C26ACD"/>
    <w:rsid w:val="00C36CBA"/>
    <w:rsid w:val="00C70EAC"/>
    <w:rsid w:val="00C72F6C"/>
    <w:rsid w:val="00C77C92"/>
    <w:rsid w:val="00C96B15"/>
    <w:rsid w:val="00C96C47"/>
    <w:rsid w:val="00CC1F21"/>
    <w:rsid w:val="00CC2FC7"/>
    <w:rsid w:val="00D00F84"/>
    <w:rsid w:val="00D27A5D"/>
    <w:rsid w:val="00D401E3"/>
    <w:rsid w:val="00D554B2"/>
    <w:rsid w:val="00D727E6"/>
    <w:rsid w:val="00D74A75"/>
    <w:rsid w:val="00D84141"/>
    <w:rsid w:val="00DB1327"/>
    <w:rsid w:val="00DC5E74"/>
    <w:rsid w:val="00DE0322"/>
    <w:rsid w:val="00DE67C4"/>
    <w:rsid w:val="00DE74FB"/>
    <w:rsid w:val="00DE7E8C"/>
    <w:rsid w:val="00E00DF4"/>
    <w:rsid w:val="00E02143"/>
    <w:rsid w:val="00E04052"/>
    <w:rsid w:val="00E14B6B"/>
    <w:rsid w:val="00E21E52"/>
    <w:rsid w:val="00E22FCA"/>
    <w:rsid w:val="00E27872"/>
    <w:rsid w:val="00E557B9"/>
    <w:rsid w:val="00E66A38"/>
    <w:rsid w:val="00E87FAA"/>
    <w:rsid w:val="00ED0E85"/>
    <w:rsid w:val="00ED34DA"/>
    <w:rsid w:val="00EE5B12"/>
    <w:rsid w:val="00F32474"/>
    <w:rsid w:val="00F33C78"/>
    <w:rsid w:val="00F471B0"/>
    <w:rsid w:val="00F665FF"/>
    <w:rsid w:val="00F750B8"/>
    <w:rsid w:val="00F91DE9"/>
    <w:rsid w:val="00FB1C54"/>
    <w:rsid w:val="00FC38C8"/>
    <w:rsid w:val="00FE327D"/>
    <w:rsid w:val="00FE6182"/>
    <w:rsid w:val="11AD075C"/>
    <w:rsid w:val="343B70D8"/>
    <w:rsid w:val="6397AE68"/>
    <w:rsid w:val="655B8504"/>
    <w:rsid w:val="6943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9187E6"/>
  <w15:docId w15:val="{E84CC1D5-2E92-4CA5-B0C7-47534E00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1327"/>
    <w:pPr>
      <w:autoSpaceDE w:val="0"/>
      <w:autoSpaceDN w:val="0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B1327"/>
    <w:pPr>
      <w:keepNext/>
      <w:jc w:val="both"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DB1327"/>
    <w:pPr>
      <w:keepNext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DB1327"/>
    <w:pPr>
      <w:keepNext/>
      <w:outlineLvl w:val="2"/>
    </w:pPr>
    <w:rPr>
      <w:b/>
      <w:bCs/>
      <w:sz w:val="21"/>
      <w:szCs w:val="20"/>
    </w:rPr>
  </w:style>
  <w:style w:type="paragraph" w:styleId="Heading4">
    <w:name w:val="heading 4"/>
    <w:basedOn w:val="Normal"/>
    <w:next w:val="Normal"/>
    <w:qFormat/>
    <w:rsid w:val="00DB1327"/>
    <w:pPr>
      <w:keepNext/>
      <w:outlineLvl w:val="3"/>
    </w:pPr>
    <w:rPr>
      <w:b/>
      <w:bCs/>
      <w:sz w:val="22"/>
      <w:szCs w:val="20"/>
    </w:rPr>
  </w:style>
  <w:style w:type="paragraph" w:styleId="Heading5">
    <w:name w:val="heading 5"/>
    <w:basedOn w:val="Normal"/>
    <w:next w:val="Normal"/>
    <w:qFormat/>
    <w:rsid w:val="00DB1327"/>
    <w:pPr>
      <w:keepNext/>
      <w:outlineLvl w:val="4"/>
    </w:pPr>
    <w:rPr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DB1327"/>
    <w:pPr>
      <w:tabs>
        <w:tab w:val="left" w:leader="dot" w:pos="8280"/>
        <w:tab w:val="right" w:pos="8640"/>
      </w:tabs>
      <w:ind w:right="720"/>
    </w:pPr>
  </w:style>
  <w:style w:type="paragraph" w:styleId="Footer">
    <w:name w:val="footer"/>
    <w:basedOn w:val="Normal"/>
    <w:rsid w:val="00DB132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1327"/>
    <w:pPr>
      <w:tabs>
        <w:tab w:val="center" w:pos="4320"/>
        <w:tab w:val="right" w:pos="8640"/>
      </w:tabs>
    </w:pPr>
  </w:style>
  <w:style w:type="paragraph" w:styleId="Title">
    <w:name w:val="Title"/>
    <w:basedOn w:val="TOC1"/>
    <w:qFormat/>
    <w:rsid w:val="00DB1327"/>
    <w:pPr>
      <w:ind w:right="100"/>
    </w:pPr>
    <w:rPr>
      <w:rFonts w:ascii="Arial" w:hAnsi="Arial" w:cs="Arial"/>
      <w:b/>
      <w:bCs/>
      <w:sz w:val="28"/>
      <w:szCs w:val="28"/>
    </w:rPr>
  </w:style>
  <w:style w:type="paragraph" w:customStyle="1" w:styleId="Header1">
    <w:name w:val="Header 1"/>
    <w:basedOn w:val="Title"/>
    <w:rsid w:val="00DB1327"/>
    <w:pPr>
      <w:tabs>
        <w:tab w:val="clear" w:pos="8280"/>
        <w:tab w:val="clear" w:pos="8640"/>
      </w:tabs>
      <w:spacing w:before="240"/>
    </w:pPr>
    <w:rPr>
      <w:sz w:val="20"/>
      <w:szCs w:val="24"/>
    </w:rPr>
  </w:style>
  <w:style w:type="paragraph" w:customStyle="1" w:styleId="bodyflushleftjust">
    <w:name w:val="body.flush.left just"/>
    <w:basedOn w:val="Normal"/>
    <w:rsid w:val="00DB1327"/>
    <w:pPr>
      <w:spacing w:after="260" w:line="260" w:lineRule="exact"/>
      <w:ind w:right="1440"/>
    </w:pPr>
    <w:rPr>
      <w:rFonts w:ascii="Century Schoolbook" w:hAnsi="Century Schoolbook"/>
      <w:szCs w:val="20"/>
    </w:rPr>
  </w:style>
  <w:style w:type="paragraph" w:customStyle="1" w:styleId="hangingindent1">
    <w:name w:val="hanging indent 1"/>
    <w:basedOn w:val="Header1"/>
    <w:rsid w:val="00DB1327"/>
    <w:pPr>
      <w:ind w:left="720" w:hanging="720"/>
    </w:pPr>
    <w:rPr>
      <w:rFonts w:ascii="Times New Roman" w:hAnsi="Times New Roman" w:cs="Times New Roman"/>
      <w:b w:val="0"/>
      <w:bCs w:val="0"/>
    </w:rPr>
  </w:style>
  <w:style w:type="paragraph" w:customStyle="1" w:styleId="hangingindent2">
    <w:name w:val="hanging indent 2"/>
    <w:basedOn w:val="hangingindent1"/>
    <w:rsid w:val="00DB1327"/>
    <w:pPr>
      <w:ind w:left="1440"/>
    </w:pPr>
  </w:style>
  <w:style w:type="paragraph" w:customStyle="1" w:styleId="paragraph1">
    <w:name w:val="paragraph 1"/>
    <w:basedOn w:val="Header1"/>
    <w:rsid w:val="00DB1327"/>
    <w:rPr>
      <w:rFonts w:ascii="Times New Roman" w:hAnsi="Times New Roman" w:cs="Times New Roman"/>
      <w:b w:val="0"/>
      <w:bCs w:val="0"/>
    </w:rPr>
  </w:style>
  <w:style w:type="paragraph" w:customStyle="1" w:styleId="paragraph2">
    <w:name w:val="paragraph 2"/>
    <w:basedOn w:val="hangingindent1"/>
    <w:rsid w:val="00DB1327"/>
    <w:pPr>
      <w:ind w:firstLine="0"/>
    </w:pPr>
  </w:style>
  <w:style w:type="paragraph" w:customStyle="1" w:styleId="paragraph3">
    <w:name w:val="paragraph 3"/>
    <w:basedOn w:val="hangingindent2"/>
    <w:rsid w:val="00DB1327"/>
    <w:pPr>
      <w:ind w:firstLine="0"/>
    </w:pPr>
  </w:style>
  <w:style w:type="paragraph" w:customStyle="1" w:styleId="hangingindent3">
    <w:name w:val="hanging indent 3"/>
    <w:basedOn w:val="hangingindent2"/>
    <w:rsid w:val="00DB1327"/>
    <w:pPr>
      <w:ind w:left="2160"/>
    </w:pPr>
  </w:style>
  <w:style w:type="paragraph" w:customStyle="1" w:styleId="hangingindent4">
    <w:name w:val="hanging indent 4"/>
    <w:basedOn w:val="Normal"/>
    <w:rsid w:val="00DB1327"/>
    <w:pPr>
      <w:spacing w:before="240"/>
      <w:ind w:left="2880" w:right="100" w:hanging="720"/>
    </w:pPr>
  </w:style>
  <w:style w:type="paragraph" w:customStyle="1" w:styleId="paragraph4">
    <w:name w:val="paragraph 4"/>
    <w:basedOn w:val="Normal"/>
    <w:rsid w:val="00DB1327"/>
    <w:pPr>
      <w:spacing w:before="240"/>
      <w:ind w:left="2160" w:right="100"/>
    </w:pPr>
  </w:style>
  <w:style w:type="paragraph" w:customStyle="1" w:styleId="approvalline">
    <w:name w:val="approval line"/>
    <w:basedOn w:val="Header"/>
    <w:rsid w:val="00DB13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  <w:spacing w:before="240"/>
    </w:pPr>
    <w:rPr>
      <w:rFonts w:ascii="Courier New" w:hAnsi="Courier New" w:cs="Courier New"/>
      <w:szCs w:val="20"/>
    </w:rPr>
  </w:style>
  <w:style w:type="paragraph" w:customStyle="1" w:styleId="relateddoc">
    <w:name w:val="related doc"/>
    <w:basedOn w:val="Normal"/>
    <w:rsid w:val="00DB1327"/>
    <w:pPr>
      <w:tabs>
        <w:tab w:val="left" w:pos="1620"/>
      </w:tabs>
      <w:ind w:left="720" w:right="100"/>
    </w:pPr>
  </w:style>
  <w:style w:type="paragraph" w:customStyle="1" w:styleId="Header2">
    <w:name w:val="Header 2"/>
    <w:basedOn w:val="Normal"/>
    <w:rsid w:val="00DB1327"/>
    <w:pPr>
      <w:spacing w:before="240"/>
      <w:ind w:left="720" w:right="100"/>
    </w:pPr>
    <w:rPr>
      <w:rFonts w:ascii="Arial" w:hAnsi="Arial" w:cs="Arial"/>
      <w:b/>
      <w:bCs/>
    </w:rPr>
  </w:style>
  <w:style w:type="paragraph" w:customStyle="1" w:styleId="Tabletext">
    <w:name w:val="Table text"/>
    <w:basedOn w:val="Normal"/>
    <w:rsid w:val="00DB1327"/>
    <w:pPr>
      <w:spacing w:after="40"/>
    </w:pPr>
  </w:style>
  <w:style w:type="paragraph" w:customStyle="1" w:styleId="bodyflushleft">
    <w:name w:val="body.flush.left"/>
    <w:basedOn w:val="Normal"/>
    <w:rsid w:val="00DB1327"/>
    <w:pPr>
      <w:spacing w:after="260" w:line="260" w:lineRule="exact"/>
      <w:jc w:val="both"/>
    </w:pPr>
    <w:rPr>
      <w:rFonts w:ascii="Century Schoolbook" w:hAnsi="Century Schoolbook"/>
      <w:szCs w:val="20"/>
    </w:rPr>
  </w:style>
  <w:style w:type="character" w:styleId="PageNumber">
    <w:name w:val="page number"/>
    <w:basedOn w:val="DefaultParagraphFont"/>
    <w:rsid w:val="00DB1327"/>
  </w:style>
  <w:style w:type="paragraph" w:styleId="BodyText">
    <w:name w:val="Body Text"/>
    <w:basedOn w:val="Normal"/>
    <w:rsid w:val="00DB1327"/>
    <w:rPr>
      <w:color w:val="auto"/>
    </w:rPr>
  </w:style>
  <w:style w:type="paragraph" w:styleId="BodyTextIndent">
    <w:name w:val="Body Text Indent"/>
    <w:basedOn w:val="Normal"/>
    <w:rsid w:val="00DB1327"/>
    <w:pPr>
      <w:spacing w:line="288" w:lineRule="auto"/>
      <w:jc w:val="both"/>
    </w:pPr>
    <w:rPr>
      <w:sz w:val="22"/>
      <w:szCs w:val="22"/>
    </w:rPr>
  </w:style>
  <w:style w:type="paragraph" w:styleId="BodyTextIndent3">
    <w:name w:val="Body Text Indent 3"/>
    <w:basedOn w:val="Normal"/>
    <w:rsid w:val="00DB1327"/>
    <w:pPr>
      <w:ind w:left="360"/>
    </w:pPr>
    <w:rPr>
      <w:rFonts w:ascii="Arial" w:hAnsi="Arial" w:cs="Arial"/>
      <w:color w:val="auto"/>
      <w:lang w:val="en-GB"/>
    </w:rPr>
  </w:style>
  <w:style w:type="paragraph" w:styleId="BodyText2">
    <w:name w:val="Body Text 2"/>
    <w:basedOn w:val="Normal"/>
    <w:rsid w:val="00DB1327"/>
    <w:rPr>
      <w:sz w:val="23"/>
    </w:rPr>
  </w:style>
  <w:style w:type="paragraph" w:styleId="BodyText3">
    <w:name w:val="Body Text 3"/>
    <w:basedOn w:val="Normal"/>
    <w:rsid w:val="00DB1327"/>
    <w:rPr>
      <w:b/>
      <w:bCs/>
      <w:sz w:val="22"/>
      <w:szCs w:val="20"/>
    </w:rPr>
  </w:style>
  <w:style w:type="character" w:styleId="CommentReference">
    <w:name w:val="annotation reference"/>
    <w:basedOn w:val="DefaultParagraphFont"/>
    <w:semiHidden/>
    <w:rsid w:val="00093551"/>
    <w:rPr>
      <w:sz w:val="16"/>
      <w:szCs w:val="16"/>
    </w:rPr>
  </w:style>
  <w:style w:type="paragraph" w:styleId="CommentText">
    <w:name w:val="annotation text"/>
    <w:basedOn w:val="Normal"/>
    <w:semiHidden/>
    <w:rsid w:val="0009355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3551"/>
    <w:rPr>
      <w:b/>
      <w:bCs/>
    </w:rPr>
  </w:style>
  <w:style w:type="paragraph" w:styleId="BalloonText">
    <w:name w:val="Balloon Text"/>
    <w:basedOn w:val="Normal"/>
    <w:semiHidden/>
    <w:rsid w:val="000935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96C4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6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drekh\Desktop\Objektid\Kaagvere\Lepingud\Akt%20ehitusobjekti%20&#252;leandmise-vastuv&#245;tmise%20koht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06DA44ECDC604BA6B427D7E12079BD" ma:contentTypeVersion="4" ma:contentTypeDescription="Create a new document." ma:contentTypeScope="" ma:versionID="8d65e85e0077acc3fd022b81db827154">
  <xsd:schema xmlns:xsd="http://www.w3.org/2001/XMLSchema" xmlns:xs="http://www.w3.org/2001/XMLSchema" xmlns:p="http://schemas.microsoft.com/office/2006/metadata/properties" xmlns:ns2="fbfd54f7-286b-4ca5-a5f4-bbbf2a6de371" xmlns:ns3="1076601d-1713-46ec-8285-9158d035042d" targetNamespace="http://schemas.microsoft.com/office/2006/metadata/properties" ma:root="true" ma:fieldsID="9fd409a2e0b198b329bed0040a7d99fa" ns2:_="" ns3:_="">
    <xsd:import namespace="fbfd54f7-286b-4ca5-a5f4-bbbf2a6de371"/>
    <xsd:import namespace="1076601d-1713-46ec-8285-9158d03504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d54f7-286b-4ca5-a5f4-bbbf2a6de3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6601d-1713-46ec-8285-9158d03504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C79E7E-3B7E-46C2-B3FF-D6B86C1BAD4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2C00E7-AF0A-411F-9271-BD270B6C2D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ED926C-DDF1-4D4D-AE80-28540E6F6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79745-EFD8-47CE-A574-A7A4C7891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d54f7-286b-4ca5-a5f4-bbbf2a6de371"/>
    <ds:schemaRef ds:uri="1076601d-1713-46ec-8285-9158d03504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79FE2B2-0CB4-4081-86B4-933E08063A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ehitusobjekti üleandmise-vastuvõtmise kohta</Template>
  <TotalTime>65</TotalTime>
  <Pages>2</Pages>
  <Words>255</Words>
  <Characters>1827</Characters>
  <Application>Microsoft Office Word</Application>
  <DocSecurity>0</DocSecurity>
  <Lines>15</Lines>
  <Paragraphs>4</Paragraphs>
  <ScaleCrop>false</ScaleCrop>
  <Company>Riigi Kinnisvara AS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ehitusobjekti üleandmise-vastuvõtmise kohta</dc:title>
  <dc:creator>Indrek Henk</dc:creator>
  <cp:lastModifiedBy>Karin Poolak</cp:lastModifiedBy>
  <cp:revision>64</cp:revision>
  <cp:lastPrinted>2007-08-31T12:00:00Z</cp:lastPrinted>
  <dcterms:created xsi:type="dcterms:W3CDTF">2021-05-19T06:44:00Z</dcterms:created>
  <dcterms:modified xsi:type="dcterms:W3CDTF">2023-03-30T17:32:00Z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0x010100B406DA44ECDC604BA6B427D7E12079BD</vt:lpwstr>
  </property>
</Properties>
</file>